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4F" w:rsidRPr="00D672E0" w:rsidRDefault="0062514F" w:rsidP="00740AAC">
      <w:pPr>
        <w:jc w:val="center"/>
        <w:rPr>
          <w:b/>
          <w:szCs w:val="22"/>
        </w:rPr>
      </w:pPr>
      <w:r w:rsidRPr="00D672E0">
        <w:rPr>
          <w:b/>
          <w:szCs w:val="22"/>
        </w:rPr>
        <w:t>Лист самооценки</w:t>
      </w:r>
    </w:p>
    <w:p w:rsidR="0062514F" w:rsidRDefault="0062514F" w:rsidP="000E1BB7">
      <w:pPr>
        <w:ind w:left="-142"/>
        <w:rPr>
          <w:sz w:val="22"/>
          <w:szCs w:val="22"/>
        </w:rPr>
      </w:pPr>
    </w:p>
    <w:p w:rsidR="0062514F" w:rsidRPr="00FB4C20" w:rsidRDefault="0062514F" w:rsidP="000E1BB7">
      <w:pPr>
        <w:ind w:left="-142"/>
        <w:rPr>
          <w:sz w:val="22"/>
          <w:szCs w:val="22"/>
        </w:rPr>
      </w:pPr>
      <w:r w:rsidRPr="00FB4C20">
        <w:rPr>
          <w:sz w:val="22"/>
          <w:szCs w:val="22"/>
        </w:rPr>
        <w:t>ФИО аттестующегося</w:t>
      </w:r>
      <w:r w:rsidRPr="000A5485">
        <w:rPr>
          <w:i/>
          <w:sz w:val="20"/>
          <w:szCs w:val="20"/>
        </w:rPr>
        <w:t xml:space="preserve"> </w:t>
      </w:r>
      <w:r w:rsidRPr="003E5C03">
        <w:rPr>
          <w:b/>
        </w:rPr>
        <w:t>инструктора по физической культуре</w:t>
      </w:r>
      <w:r w:rsidRPr="00FB4C20">
        <w:rPr>
          <w:sz w:val="22"/>
          <w:szCs w:val="22"/>
        </w:rPr>
        <w:t>: ____________________</w:t>
      </w:r>
      <w:r>
        <w:rPr>
          <w:sz w:val="22"/>
          <w:szCs w:val="22"/>
        </w:rPr>
        <w:t>____________________</w:t>
      </w:r>
    </w:p>
    <w:p w:rsidR="0062514F" w:rsidRPr="000A5485" w:rsidRDefault="0062514F" w:rsidP="000E1BB7">
      <w:pPr>
        <w:ind w:left="-142"/>
        <w:jc w:val="both"/>
      </w:pPr>
      <w:r w:rsidRPr="00FB4C20">
        <w:rPr>
          <w:sz w:val="22"/>
          <w:szCs w:val="22"/>
        </w:rPr>
        <w:t>ОУ, территория: ___________________________________________________________</w:t>
      </w:r>
      <w:r>
        <w:rPr>
          <w:sz w:val="22"/>
          <w:szCs w:val="22"/>
        </w:rPr>
        <w:t>_______</w:t>
      </w:r>
      <w:r w:rsidRPr="00FB4C20">
        <w:rPr>
          <w:sz w:val="22"/>
          <w:szCs w:val="22"/>
        </w:rPr>
        <w:t>_____________</w:t>
      </w:r>
      <w:r>
        <w:rPr>
          <w:sz w:val="22"/>
          <w:szCs w:val="22"/>
        </w:rPr>
        <w:t>___</w:t>
      </w:r>
      <w:r w:rsidRPr="00FB4C20">
        <w:rPr>
          <w:sz w:val="22"/>
          <w:szCs w:val="22"/>
        </w:rPr>
        <w:t>_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214"/>
        <w:gridCol w:w="709"/>
      </w:tblGrid>
      <w:tr w:rsidR="0062514F" w:rsidRPr="00047EF8" w:rsidTr="00237290">
        <w:trPr>
          <w:trHeight w:val="161"/>
        </w:trPr>
        <w:tc>
          <w:tcPr>
            <w:tcW w:w="851" w:type="dxa"/>
          </w:tcPr>
          <w:p w:rsidR="0062514F" w:rsidRPr="00C4050E" w:rsidRDefault="0062514F" w:rsidP="0013623A">
            <w:pPr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Компо</w:t>
            </w:r>
          </w:p>
          <w:p w:rsidR="0062514F" w:rsidRDefault="0062514F" w:rsidP="0013623A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4050E">
              <w:rPr>
                <w:sz w:val="16"/>
                <w:szCs w:val="16"/>
              </w:rPr>
              <w:t>ненты деятельнос</w:t>
            </w:r>
          </w:p>
          <w:p w:rsidR="0062514F" w:rsidRPr="00AC455E" w:rsidRDefault="0062514F" w:rsidP="001362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050E">
              <w:rPr>
                <w:sz w:val="16"/>
                <w:szCs w:val="16"/>
              </w:rPr>
              <w:t>ти</w:t>
            </w:r>
          </w:p>
        </w:tc>
        <w:tc>
          <w:tcPr>
            <w:tcW w:w="9214" w:type="dxa"/>
          </w:tcPr>
          <w:p w:rsidR="0062514F" w:rsidRDefault="0062514F" w:rsidP="0013623A">
            <w:pPr>
              <w:jc w:val="center"/>
              <w:rPr>
                <w:sz w:val="20"/>
                <w:szCs w:val="20"/>
              </w:rPr>
            </w:pPr>
          </w:p>
          <w:p w:rsidR="0062514F" w:rsidRPr="00AC455E" w:rsidRDefault="0062514F" w:rsidP="0013623A">
            <w:pPr>
              <w:jc w:val="center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Показатели</w:t>
            </w:r>
          </w:p>
          <w:p w:rsidR="0062514F" w:rsidRPr="00AC455E" w:rsidRDefault="0062514F" w:rsidP="001362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2514F" w:rsidRPr="00AC455E" w:rsidRDefault="0062514F" w:rsidP="0013623A">
            <w:pPr>
              <w:jc w:val="center"/>
              <w:rPr>
                <w:sz w:val="20"/>
                <w:szCs w:val="20"/>
              </w:rPr>
            </w:pPr>
          </w:p>
          <w:p w:rsidR="0062514F" w:rsidRPr="00AC455E" w:rsidRDefault="0062514F" w:rsidP="0013623A">
            <w:pPr>
              <w:ind w:left="-78" w:right="-108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Баллы</w:t>
            </w: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 w:val="restart"/>
            <w:textDirection w:val="btLr"/>
          </w:tcPr>
          <w:p w:rsidR="0062514F" w:rsidRPr="000E1BB7" w:rsidRDefault="0062514F" w:rsidP="00B73B3F">
            <w:pPr>
              <w:ind w:left="113" w:right="113"/>
              <w:jc w:val="center"/>
              <w:rPr>
                <w:sz w:val="16"/>
                <w:szCs w:val="16"/>
              </w:rPr>
            </w:pPr>
            <w:r w:rsidRPr="000E1BB7">
              <w:rPr>
                <w:sz w:val="16"/>
                <w:szCs w:val="16"/>
              </w:rPr>
              <w:t>Эмоционально-психологический</w:t>
            </w:r>
          </w:p>
        </w:tc>
        <w:tc>
          <w:tcPr>
            <w:tcW w:w="9214" w:type="dxa"/>
          </w:tcPr>
          <w:p w:rsidR="0062514F" w:rsidRPr="00047EF8" w:rsidRDefault="0062514F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1.Создает благоприятный психологический климат в коллективе обучающихся, атмосферу взаимопонимания, толерантности, взаимопомощи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0E1BB7">
        <w:trPr>
          <w:trHeight w:val="316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0E1BB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2. </w:t>
            </w:r>
            <w:r w:rsidRPr="00BD3256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азвивает способность к обучению в </w:t>
            </w:r>
            <w:r w:rsidRPr="00BD3256">
              <w:rPr>
                <w:sz w:val="20"/>
                <w:szCs w:val="20"/>
              </w:rPr>
              <w:t>творческой, физкультурно-спортивной деятельности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0E1BB7">
        <w:trPr>
          <w:trHeight w:val="291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0E1BB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3. Формирует здоровьесберегающую мотивацию у обучающихся 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0E1BB7">
        <w:trPr>
          <w:trHeight w:val="253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4. Владеет культурой письменной и устной речи</w:t>
            </w:r>
            <w:r>
              <w:rPr>
                <w:sz w:val="20"/>
                <w:szCs w:val="20"/>
              </w:rPr>
              <w:t>, обладает педагогическим тактом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 w:val="restart"/>
            <w:textDirection w:val="btLr"/>
          </w:tcPr>
          <w:p w:rsidR="0062514F" w:rsidRPr="005F286D" w:rsidRDefault="0062514F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5F286D">
              <w:rPr>
                <w:sz w:val="18"/>
                <w:szCs w:val="18"/>
              </w:rPr>
              <w:t>Регулятивный</w:t>
            </w:r>
          </w:p>
        </w:tc>
        <w:tc>
          <w:tcPr>
            <w:tcW w:w="9214" w:type="dxa"/>
          </w:tcPr>
          <w:p w:rsidR="0062514F" w:rsidRPr="00047EF8" w:rsidRDefault="0062514F" w:rsidP="002F3262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5</w:t>
            </w:r>
            <w:r w:rsidRPr="002F3262">
              <w:rPr>
                <w:b/>
                <w:sz w:val="20"/>
                <w:szCs w:val="20"/>
              </w:rPr>
              <w:t xml:space="preserve">. </w:t>
            </w:r>
            <w:r w:rsidRPr="002F3262">
              <w:rPr>
                <w:sz w:val="20"/>
                <w:szCs w:val="20"/>
              </w:rPr>
              <w:t>Обосновывает педагогическую деятельность с позиции нормативно-правовых документов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2F3262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6. </w:t>
            </w:r>
            <w:r w:rsidRPr="00D87D10">
              <w:rPr>
                <w:sz w:val="20"/>
                <w:szCs w:val="20"/>
              </w:rPr>
              <w:t xml:space="preserve">Организует, координирует, контролирует учебно-тренировочный и воспитательный процесс, определяет его содержание, </w:t>
            </w:r>
            <w:r>
              <w:rPr>
                <w:sz w:val="20"/>
                <w:szCs w:val="20"/>
              </w:rPr>
              <w:t xml:space="preserve">обеспечивает </w:t>
            </w:r>
            <w:r w:rsidRPr="00D87D10">
              <w:rPr>
                <w:sz w:val="20"/>
                <w:szCs w:val="20"/>
              </w:rPr>
              <w:t>работу по проведению учебно-тренировочных занятий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2F3262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7. Рабочая программа (программы) по предмету деятельности </w:t>
            </w:r>
            <w:r w:rsidRPr="002358CE">
              <w:rPr>
                <w:sz w:val="20"/>
                <w:szCs w:val="20"/>
              </w:rPr>
              <w:t>соответствует нормативным требованиям</w:t>
            </w:r>
            <w:r w:rsidRPr="00047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D87D10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8. </w:t>
            </w:r>
            <w:r>
              <w:rPr>
                <w:sz w:val="20"/>
                <w:szCs w:val="20"/>
              </w:rPr>
              <w:t>Применя</w:t>
            </w:r>
            <w:r w:rsidRPr="00047EF8">
              <w:rPr>
                <w:sz w:val="20"/>
                <w:szCs w:val="20"/>
              </w:rPr>
              <w:t>ет в образовательн</w:t>
            </w:r>
            <w:r>
              <w:rPr>
                <w:sz w:val="20"/>
                <w:szCs w:val="20"/>
              </w:rPr>
              <w:t>ой</w:t>
            </w:r>
            <w:r w:rsidRPr="00047EF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  <w:r w:rsidRPr="00047EF8">
              <w:rPr>
                <w:sz w:val="20"/>
                <w:szCs w:val="20"/>
              </w:rPr>
              <w:t xml:space="preserve"> современные образовательные технологии (здоровьесберегающие, проектные, развивающие и др.)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300"/>
        </w:trPr>
        <w:tc>
          <w:tcPr>
            <w:tcW w:w="851" w:type="dxa"/>
            <w:vMerge w:val="restart"/>
            <w:textDirection w:val="btLr"/>
          </w:tcPr>
          <w:p w:rsidR="0062514F" w:rsidRPr="005F286D" w:rsidRDefault="0062514F" w:rsidP="00B73B3F">
            <w:pPr>
              <w:jc w:val="center"/>
              <w:rPr>
                <w:sz w:val="18"/>
                <w:szCs w:val="18"/>
              </w:rPr>
            </w:pPr>
            <w:r w:rsidRPr="005F286D">
              <w:rPr>
                <w:sz w:val="18"/>
                <w:szCs w:val="18"/>
              </w:rPr>
              <w:t>Социальный</w:t>
            </w: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9. Развивает коммуникативные способности у обучающихся, формирует коллектив обучающихся</w:t>
            </w:r>
            <w:r>
              <w:rPr>
                <w:sz w:val="20"/>
                <w:szCs w:val="20"/>
              </w:rPr>
              <w:t>.</w:t>
            </w:r>
            <w:r w:rsidRPr="00047EF8">
              <w:rPr>
                <w:sz w:val="20"/>
                <w:szCs w:val="20"/>
              </w:rPr>
              <w:t xml:space="preserve"> Осуществляет связи с учреждениями дополнительного образования спортивной направ</w:t>
            </w:r>
            <w:r>
              <w:rPr>
                <w:sz w:val="20"/>
                <w:szCs w:val="20"/>
              </w:rPr>
              <w:t>ленности и учреждениями спорта.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270"/>
        </w:trPr>
        <w:tc>
          <w:tcPr>
            <w:tcW w:w="851" w:type="dxa"/>
            <w:vMerge/>
            <w:textDirection w:val="btLr"/>
          </w:tcPr>
          <w:p w:rsidR="0062514F" w:rsidRPr="005F286D" w:rsidRDefault="0062514F" w:rsidP="00B7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2F3262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10. Применяет дифференцированный и индивидуальный подходы к обучению и воспитанию, сопровождение обучающихся с особыми образовательными потребностями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225"/>
        </w:trPr>
        <w:tc>
          <w:tcPr>
            <w:tcW w:w="851" w:type="dxa"/>
            <w:vMerge/>
            <w:textDirection w:val="btLr"/>
          </w:tcPr>
          <w:p w:rsidR="0062514F" w:rsidRPr="005F286D" w:rsidRDefault="0062514F" w:rsidP="00B7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11. Использует в профессиональной деятельности информационно-коммуникационные технологии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375"/>
        </w:trPr>
        <w:tc>
          <w:tcPr>
            <w:tcW w:w="851" w:type="dxa"/>
            <w:vMerge/>
            <w:textDirection w:val="btLr"/>
          </w:tcPr>
          <w:p w:rsidR="0062514F" w:rsidRPr="005F286D" w:rsidRDefault="0062514F" w:rsidP="00B73B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12. Имеет свидетельства общественного признания профессиональных успехов (грамоты, благодарности, публикации в СМИ и др.)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BB204D">
        <w:trPr>
          <w:trHeight w:val="672"/>
        </w:trPr>
        <w:tc>
          <w:tcPr>
            <w:tcW w:w="851" w:type="dxa"/>
            <w:vMerge w:val="restart"/>
            <w:textDirection w:val="btLr"/>
          </w:tcPr>
          <w:p w:rsidR="0062514F" w:rsidRPr="005F286D" w:rsidRDefault="0062514F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5F286D">
              <w:rPr>
                <w:sz w:val="18"/>
                <w:szCs w:val="18"/>
              </w:rPr>
              <w:t>Аналитический</w:t>
            </w:r>
          </w:p>
        </w:tc>
        <w:tc>
          <w:tcPr>
            <w:tcW w:w="9214" w:type="dxa"/>
          </w:tcPr>
          <w:p w:rsidR="0062514F" w:rsidRPr="00047EF8" w:rsidRDefault="0062514F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13. По итогам мониторингов</w:t>
            </w:r>
            <w:r>
              <w:rPr>
                <w:sz w:val="20"/>
                <w:szCs w:val="20"/>
              </w:rPr>
              <w:t>,</w:t>
            </w:r>
            <w:r w:rsidRPr="00047EF8">
              <w:rPr>
                <w:sz w:val="20"/>
                <w:szCs w:val="20"/>
              </w:rPr>
              <w:t xml:space="preserve"> проводимых организацией</w:t>
            </w:r>
            <w:r>
              <w:rPr>
                <w:sz w:val="20"/>
                <w:szCs w:val="20"/>
              </w:rPr>
              <w:t>,</w:t>
            </w:r>
            <w:r w:rsidRPr="00047EF8">
              <w:rPr>
                <w:sz w:val="20"/>
                <w:szCs w:val="20"/>
              </w:rPr>
              <w:t xml:space="preserve"> имеет стабильные</w:t>
            </w:r>
            <w:r w:rsidRPr="00047EF8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047EF8">
              <w:rPr>
                <w:sz w:val="20"/>
                <w:szCs w:val="20"/>
              </w:rPr>
              <w:t xml:space="preserve">(1 б.), </w:t>
            </w:r>
            <w:r w:rsidRPr="00047EF8">
              <w:rPr>
                <w:color w:val="000000"/>
                <w:sz w:val="20"/>
                <w:szCs w:val="20"/>
              </w:rPr>
              <w:t xml:space="preserve">стабильные результаты положительной динамики достижений </w:t>
            </w:r>
            <w:r w:rsidRPr="00047EF8">
              <w:rPr>
                <w:sz w:val="20"/>
                <w:szCs w:val="20"/>
              </w:rPr>
              <w:t>обучающихся (2 б.)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330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14. По итогам мониторинга системы образования, проводимого в порядке, установленном постановлением прави</w:t>
            </w:r>
            <w:r>
              <w:rPr>
                <w:sz w:val="20"/>
                <w:szCs w:val="20"/>
              </w:rPr>
              <w:t>тельства РФ (от 05.08.2013г., № 662)</w:t>
            </w:r>
            <w:r w:rsidRPr="00047EF8">
              <w:rPr>
                <w:sz w:val="20"/>
                <w:szCs w:val="20"/>
              </w:rPr>
              <w:t xml:space="preserve"> имеет стабильные</w:t>
            </w:r>
            <w:r w:rsidRPr="00047EF8">
              <w:rPr>
                <w:color w:val="000000"/>
                <w:sz w:val="20"/>
                <w:szCs w:val="20"/>
              </w:rPr>
              <w:t xml:space="preserve"> результаты освоения всеми обучающимися образовательных программ </w:t>
            </w:r>
            <w:r w:rsidRPr="00047EF8">
              <w:rPr>
                <w:sz w:val="20"/>
                <w:szCs w:val="20"/>
              </w:rPr>
              <w:t xml:space="preserve">(1 б.), </w:t>
            </w:r>
            <w:r w:rsidRPr="00047EF8">
              <w:rPr>
                <w:color w:val="000000"/>
                <w:sz w:val="20"/>
                <w:szCs w:val="20"/>
              </w:rPr>
              <w:t xml:space="preserve">стабильные результаты положительной динамики достижений </w:t>
            </w:r>
            <w:r w:rsidRPr="00047EF8">
              <w:rPr>
                <w:sz w:val="20"/>
                <w:szCs w:val="20"/>
              </w:rPr>
              <w:t>обучающихся</w:t>
            </w:r>
            <w:r w:rsidRPr="00047EF8">
              <w:rPr>
                <w:color w:val="000000"/>
                <w:sz w:val="20"/>
                <w:szCs w:val="20"/>
              </w:rPr>
              <w:t xml:space="preserve"> </w:t>
            </w:r>
            <w:r w:rsidRPr="00047EF8">
              <w:rPr>
                <w:sz w:val="20"/>
                <w:szCs w:val="20"/>
              </w:rPr>
              <w:t>(2 б.)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77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15. Ведет мониторинг качества оздоровительной работы в образовательном учреждении с использованием электронных форм учета показателей здоровья и физических нагрузок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330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024A58">
            <w:pPr>
              <w:jc w:val="both"/>
              <w:rPr>
                <w:color w:val="000000"/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16. Разрабатыва</w:t>
            </w:r>
            <w:r>
              <w:rPr>
                <w:sz w:val="20"/>
                <w:szCs w:val="20"/>
              </w:rPr>
              <w:t xml:space="preserve">ет дидактические и методические </w:t>
            </w:r>
            <w:r w:rsidRPr="00047EF8">
              <w:rPr>
                <w:sz w:val="20"/>
                <w:szCs w:val="20"/>
              </w:rPr>
              <w:t>материалы в соответствии с требованиями Основной образовательной программы образовательно</w:t>
            </w:r>
            <w:r>
              <w:rPr>
                <w:sz w:val="20"/>
                <w:szCs w:val="20"/>
              </w:rPr>
              <w:t>й организации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332"/>
        </w:trPr>
        <w:tc>
          <w:tcPr>
            <w:tcW w:w="851" w:type="dxa"/>
            <w:vMerge w:val="restart"/>
            <w:textDirection w:val="btLr"/>
          </w:tcPr>
          <w:p w:rsidR="0062514F" w:rsidRPr="005F286D" w:rsidRDefault="0062514F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5F286D">
              <w:rPr>
                <w:sz w:val="18"/>
                <w:szCs w:val="18"/>
              </w:rPr>
              <w:t>Творческий</w:t>
            </w: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17. Вносит личный вклад в повышение качества образования, совершенствование методов обучения и воспитания (1 б.), продуктивно использует новые образовательные технологии (2 б.)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416888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Вовлекает </w:t>
            </w:r>
            <w:r w:rsidRPr="00BD3256">
              <w:rPr>
                <w:sz w:val="20"/>
                <w:szCs w:val="20"/>
              </w:rPr>
              <w:t>обучающихся во внеурочную, внеклассную деятельность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511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2358CE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19. Привлекает обучающихся </w:t>
            </w:r>
            <w:r w:rsidRPr="00047EF8">
              <w:rPr>
                <w:color w:val="000000"/>
                <w:sz w:val="20"/>
                <w:szCs w:val="20"/>
              </w:rPr>
              <w:t xml:space="preserve">к участию </w:t>
            </w:r>
            <w:r w:rsidRPr="00047EF8">
              <w:rPr>
                <w:sz w:val="20"/>
                <w:szCs w:val="20"/>
              </w:rPr>
              <w:t xml:space="preserve">в спортивных конкурсах, фестивалях, соревнованиях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/>
            <w:vAlign w:val="center"/>
          </w:tcPr>
          <w:p w:rsidR="0062514F" w:rsidRPr="005F286D" w:rsidRDefault="0062514F" w:rsidP="00B73B3F">
            <w:pPr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62514F" w:rsidRPr="00047EF8" w:rsidRDefault="0062514F" w:rsidP="00C51817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20.Участвует в профессиональных конкурсах </w:t>
            </w:r>
            <w:r>
              <w:rPr>
                <w:color w:val="000000"/>
                <w:sz w:val="20"/>
                <w:szCs w:val="20"/>
              </w:rPr>
              <w:t>(в</w:t>
            </w:r>
            <w:r w:rsidRPr="004B060C">
              <w:rPr>
                <w:color w:val="000000"/>
                <w:sz w:val="20"/>
                <w:szCs w:val="20"/>
              </w:rPr>
              <w:t xml:space="preserve"> образовательной организации - 1б., </w:t>
            </w:r>
            <w:r>
              <w:rPr>
                <w:color w:val="000000"/>
                <w:sz w:val="20"/>
                <w:szCs w:val="20"/>
              </w:rPr>
              <w:t>на муниципальном уровне – 2б.)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265"/>
        </w:trPr>
        <w:tc>
          <w:tcPr>
            <w:tcW w:w="851" w:type="dxa"/>
            <w:vMerge w:val="restart"/>
            <w:textDirection w:val="btLr"/>
          </w:tcPr>
          <w:p w:rsidR="0062514F" w:rsidRPr="005F286D" w:rsidRDefault="0062514F" w:rsidP="00B73B3F">
            <w:pPr>
              <w:ind w:left="113" w:right="113"/>
              <w:jc w:val="center"/>
              <w:rPr>
                <w:sz w:val="18"/>
                <w:szCs w:val="18"/>
              </w:rPr>
            </w:pPr>
            <w:r w:rsidRPr="005F286D">
              <w:rPr>
                <w:sz w:val="18"/>
                <w:szCs w:val="18"/>
              </w:rPr>
              <w:t>Самосовершенствования</w:t>
            </w:r>
          </w:p>
        </w:tc>
        <w:tc>
          <w:tcPr>
            <w:tcW w:w="9214" w:type="dxa"/>
          </w:tcPr>
          <w:p w:rsidR="0062514F" w:rsidRPr="00047EF8" w:rsidRDefault="0062514F" w:rsidP="00D87D10">
            <w:pPr>
              <w:jc w:val="both"/>
              <w:rPr>
                <w:sz w:val="20"/>
                <w:szCs w:val="20"/>
              </w:rPr>
            </w:pPr>
            <w:r w:rsidRPr="00047EF8">
              <w:rPr>
                <w:color w:val="000000"/>
                <w:sz w:val="20"/>
                <w:szCs w:val="20"/>
              </w:rPr>
              <w:t xml:space="preserve">21.Активно участвует в работе методобъединений педагогических работников </w:t>
            </w:r>
            <w:r w:rsidRPr="00047EF8">
              <w:rPr>
                <w:sz w:val="20"/>
                <w:szCs w:val="20"/>
              </w:rPr>
              <w:t>(1 б.), в разработке программно-методического сопровождения образовательно</w:t>
            </w:r>
            <w:r>
              <w:rPr>
                <w:sz w:val="20"/>
                <w:szCs w:val="20"/>
              </w:rPr>
              <w:t>й деятельности</w:t>
            </w:r>
            <w:r w:rsidRPr="00047EF8">
              <w:rPr>
                <w:sz w:val="20"/>
                <w:szCs w:val="20"/>
              </w:rPr>
              <w:t xml:space="preserve"> (2 б.)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265"/>
        </w:trPr>
        <w:tc>
          <w:tcPr>
            <w:tcW w:w="851" w:type="dxa"/>
            <w:vMerge/>
            <w:textDirection w:val="btLr"/>
          </w:tcPr>
          <w:p w:rsidR="0062514F" w:rsidRPr="00047EF8" w:rsidRDefault="0062514F" w:rsidP="00B73B3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color w:val="000000"/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 xml:space="preserve">22.Транслирует в педагогических коллективах опыт практических результатов своей профессиональной деятельности (1 б.), в том числе экспериментальной и инновационной  (2 б.) 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/>
            <w:vAlign w:val="center"/>
          </w:tcPr>
          <w:p w:rsidR="0062514F" w:rsidRPr="00047EF8" w:rsidRDefault="0062514F" w:rsidP="00B73B3F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</w:tcPr>
          <w:p w:rsidR="0062514F" w:rsidRPr="00047EF8" w:rsidRDefault="0062514F" w:rsidP="00B73B3F">
            <w:pPr>
              <w:jc w:val="both"/>
              <w:rPr>
                <w:sz w:val="20"/>
                <w:szCs w:val="20"/>
              </w:rPr>
            </w:pPr>
            <w:r w:rsidRPr="00047EF8">
              <w:rPr>
                <w:sz w:val="20"/>
                <w:szCs w:val="20"/>
              </w:rPr>
              <w:t>23. Повышает уровень профессиональной квалификации</w:t>
            </w:r>
            <w:r w:rsidRPr="00047E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851" w:type="dxa"/>
            <w:vMerge/>
            <w:vAlign w:val="center"/>
          </w:tcPr>
          <w:p w:rsidR="0062514F" w:rsidRPr="00047EF8" w:rsidRDefault="0062514F" w:rsidP="00B73B3F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</w:tcPr>
          <w:p w:rsidR="0062514F" w:rsidRPr="00047EF8" w:rsidRDefault="0062514F" w:rsidP="002358CE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 xml:space="preserve">24. </w:t>
            </w:r>
            <w:r w:rsidRPr="00AC455E">
              <w:rPr>
                <w:color w:val="000000"/>
                <w:sz w:val="20"/>
                <w:szCs w:val="20"/>
              </w:rPr>
              <w:t xml:space="preserve">Является экспертом по профилю профессиональной деятельности </w:t>
            </w:r>
            <w:r>
              <w:rPr>
                <w:color w:val="000000"/>
                <w:sz w:val="20"/>
                <w:szCs w:val="20"/>
              </w:rPr>
              <w:t>(на уровне образовательной организации - 1б., на муниципальном уровне – 2б.)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  <w:tr w:rsidR="0062514F" w:rsidRPr="00047EF8" w:rsidTr="00237290">
        <w:trPr>
          <w:trHeight w:val="161"/>
        </w:trPr>
        <w:tc>
          <w:tcPr>
            <w:tcW w:w="10065" w:type="dxa"/>
            <w:gridSpan w:val="2"/>
          </w:tcPr>
          <w:p w:rsidR="0062514F" w:rsidRDefault="0062514F" w:rsidP="00237290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Шкала оценки:</w:t>
            </w:r>
          </w:p>
          <w:p w:rsidR="0062514F" w:rsidRPr="004B060C" w:rsidRDefault="0062514F" w:rsidP="00237290">
            <w:pPr>
              <w:jc w:val="both"/>
              <w:rPr>
                <w:sz w:val="20"/>
                <w:szCs w:val="20"/>
              </w:rPr>
            </w:pPr>
            <w:r w:rsidRPr="004B060C">
              <w:rPr>
                <w:sz w:val="20"/>
                <w:szCs w:val="20"/>
              </w:rPr>
              <w:t>0 баллов – отсутствует показатель результата или наблюдается отрицательная динамика;</w:t>
            </w:r>
            <w:bookmarkStart w:id="0" w:name="_GoBack"/>
            <w:bookmarkEnd w:id="0"/>
          </w:p>
          <w:p w:rsidR="0062514F" w:rsidRDefault="0062514F" w:rsidP="002372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</w:t>
            </w:r>
            <w:r w:rsidRPr="004B060C">
              <w:rPr>
                <w:sz w:val="20"/>
                <w:szCs w:val="20"/>
              </w:rPr>
              <w:t>присутствует стабильный положительный результат;</w:t>
            </w:r>
            <w:r>
              <w:rPr>
                <w:sz w:val="20"/>
                <w:szCs w:val="20"/>
              </w:rPr>
              <w:t xml:space="preserve"> </w:t>
            </w:r>
          </w:p>
          <w:p w:rsidR="0062514F" w:rsidRDefault="0062514F" w:rsidP="002372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B060C">
              <w:rPr>
                <w:sz w:val="20"/>
                <w:szCs w:val="20"/>
              </w:rPr>
              <w:t xml:space="preserve"> балла – наблюдается ст</w:t>
            </w:r>
            <w:r>
              <w:rPr>
                <w:sz w:val="20"/>
                <w:szCs w:val="20"/>
              </w:rPr>
              <w:t>абильная положительная динамика.</w:t>
            </w:r>
          </w:p>
          <w:p w:rsidR="0062514F" w:rsidRPr="00047EF8" w:rsidRDefault="0062514F" w:rsidP="00BB204D">
            <w:pPr>
              <w:jc w:val="both"/>
              <w:rPr>
                <w:sz w:val="20"/>
                <w:szCs w:val="20"/>
              </w:rPr>
            </w:pPr>
            <w:r w:rsidRPr="00AC455E">
              <w:rPr>
                <w:sz w:val="20"/>
                <w:szCs w:val="20"/>
              </w:rPr>
              <w:t>Дополнительные баллы (макс. - 2 балла) за</w:t>
            </w:r>
            <w:r>
              <w:rPr>
                <w:sz w:val="20"/>
                <w:szCs w:val="20"/>
              </w:rPr>
              <w:t xml:space="preserve"> участие педагога (в т.ч. в экспертной деятельности) и обучающихся в конкурсах, фестивалях, олимпиадах на </w:t>
            </w:r>
            <w:r w:rsidRPr="00E134E7">
              <w:rPr>
                <w:sz w:val="20"/>
                <w:szCs w:val="20"/>
              </w:rPr>
              <w:t>областном, федеральном уровнях</w:t>
            </w:r>
            <w:r>
              <w:rPr>
                <w:sz w:val="20"/>
                <w:szCs w:val="20"/>
              </w:rPr>
              <w:t>, наличие отраслевых наград, ученой степени и др</w:t>
            </w:r>
            <w:r w:rsidRPr="00E134E7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62514F" w:rsidRPr="00047EF8" w:rsidRDefault="0062514F" w:rsidP="00B73B3F">
            <w:pPr>
              <w:jc w:val="center"/>
              <w:rPr>
                <w:sz w:val="20"/>
                <w:szCs w:val="20"/>
              </w:rPr>
            </w:pPr>
          </w:p>
        </w:tc>
      </w:tr>
    </w:tbl>
    <w:p w:rsidR="0062514F" w:rsidRDefault="0062514F" w:rsidP="00D672E0">
      <w:r>
        <w:t>С нормативно-правовыми документами по аттестации педагогических работников ознакомлен (а)</w:t>
      </w:r>
    </w:p>
    <w:p w:rsidR="0062514F" w:rsidRDefault="0062514F" w:rsidP="00D672E0">
      <w:pPr>
        <w:jc w:val="both"/>
      </w:pPr>
      <w:r>
        <w:t>«_____» __________________ 20____г.</w:t>
      </w:r>
    </w:p>
    <w:p w:rsidR="0062514F" w:rsidRDefault="0062514F" w:rsidP="00D672E0">
      <w:pPr>
        <w:ind w:left="-993"/>
        <w:jc w:val="both"/>
      </w:pPr>
    </w:p>
    <w:p w:rsidR="0062514F" w:rsidRPr="00CE71B7" w:rsidRDefault="0062514F" w:rsidP="00D672E0">
      <w:pPr>
        <w:jc w:val="both"/>
      </w:pPr>
      <w:r>
        <w:t>Аттестующийся ПР</w:t>
      </w:r>
      <w:r w:rsidRPr="00CE71B7">
        <w:t xml:space="preserve"> </w:t>
      </w:r>
      <w:r>
        <w:t>____________________________________________</w:t>
      </w:r>
    </w:p>
    <w:p w:rsidR="0062514F" w:rsidRDefault="0062514F" w:rsidP="00D672E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(подпись, Ф.И.О.)</w:t>
      </w:r>
    </w:p>
    <w:p w:rsidR="0062514F" w:rsidRDefault="0062514F" w:rsidP="00D672E0">
      <w:pPr>
        <w:ind w:left="-142"/>
        <w:jc w:val="both"/>
      </w:pPr>
    </w:p>
    <w:p w:rsidR="0062514F" w:rsidRDefault="0062514F" w:rsidP="00D672E0">
      <w:pPr>
        <w:jc w:val="center"/>
        <w:rPr>
          <w:b/>
          <w:sz w:val="28"/>
          <w:szCs w:val="28"/>
        </w:rPr>
      </w:pPr>
      <w:r w:rsidRPr="001E3097">
        <w:rPr>
          <w:b/>
          <w:sz w:val="28"/>
          <w:szCs w:val="28"/>
        </w:rPr>
        <w:t>Уровни сформированности компонентов профессиональной деятельности</w:t>
      </w:r>
    </w:p>
    <w:p w:rsidR="0062514F" w:rsidRDefault="0062514F" w:rsidP="00D672E0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Безымянный" style="position:absolute;margin-left:63pt;margin-top:10.9pt;width:342pt;height:294.6pt;z-index:251658240;visibility:visible">
            <v:imagedata r:id="rId4" o:title=""/>
            <w10:wrap type="square"/>
          </v:shape>
        </w:pict>
      </w: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1134" w:firstLine="1134"/>
        <w:rPr>
          <w:b/>
          <w:sz w:val="28"/>
          <w:szCs w:val="28"/>
        </w:rPr>
      </w:pPr>
    </w:p>
    <w:p w:rsidR="0062514F" w:rsidRDefault="0062514F" w:rsidP="00D672E0">
      <w:pPr>
        <w:ind w:left="-1134" w:firstLine="1134"/>
        <w:rPr>
          <w:b/>
          <w:sz w:val="28"/>
          <w:szCs w:val="28"/>
        </w:rPr>
      </w:pPr>
    </w:p>
    <w:p w:rsidR="0062514F" w:rsidRDefault="0062514F" w:rsidP="00D672E0">
      <w:pPr>
        <w:ind w:left="-1134" w:firstLine="1134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ind w:left="-993"/>
        <w:jc w:val="center"/>
        <w:rPr>
          <w:b/>
          <w:sz w:val="28"/>
          <w:szCs w:val="28"/>
        </w:rPr>
      </w:pPr>
    </w:p>
    <w:p w:rsidR="0062514F" w:rsidRDefault="0062514F" w:rsidP="00D672E0">
      <w:pPr>
        <w:spacing w:line="360" w:lineRule="auto"/>
        <w:rPr>
          <w:b/>
        </w:rPr>
      </w:pPr>
      <w:r>
        <w:rPr>
          <w:b/>
        </w:rPr>
        <w:t>Количество баллов: _________________________</w:t>
      </w:r>
    </w:p>
    <w:p w:rsidR="0062514F" w:rsidRPr="009A0D2E" w:rsidRDefault="0062514F" w:rsidP="00D672E0">
      <w:pPr>
        <w:jc w:val="both"/>
      </w:pPr>
      <w:r w:rsidRPr="009A0D2E">
        <w:t>Основные перспективные направления развития профессиональной компетентности аттестующегося работника по результатам САМООЦЕНКИ:</w:t>
      </w:r>
    </w:p>
    <w:p w:rsidR="0062514F" w:rsidRDefault="0062514F" w:rsidP="00D672E0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514F" w:rsidRPr="006E5B9F" w:rsidRDefault="0062514F" w:rsidP="00D672E0">
      <w:pPr>
        <w:jc w:val="both"/>
      </w:pPr>
      <w:r w:rsidRPr="006E5B9F">
        <w:t xml:space="preserve"> </w:t>
      </w:r>
    </w:p>
    <w:p w:rsidR="0062514F" w:rsidRPr="006E5B9F" w:rsidRDefault="0062514F" w:rsidP="00D672E0">
      <w:pPr>
        <w:jc w:val="both"/>
      </w:pPr>
      <w:r w:rsidRPr="006E5B9F">
        <w:t>Подпись аттестующегося___________________________</w:t>
      </w:r>
    </w:p>
    <w:p w:rsidR="0062514F" w:rsidRPr="006E5B9F" w:rsidRDefault="0062514F" w:rsidP="00D672E0">
      <w:pPr>
        <w:jc w:val="both"/>
      </w:pPr>
      <w:r w:rsidRPr="006E5B9F">
        <w:t>Дата «_____» ____________________20 ___г.</w:t>
      </w:r>
    </w:p>
    <w:p w:rsidR="0062514F" w:rsidRPr="006E5B9F" w:rsidRDefault="0062514F" w:rsidP="00D672E0">
      <w:pPr>
        <w:jc w:val="both"/>
      </w:pPr>
    </w:p>
    <w:p w:rsidR="0062514F" w:rsidRPr="006E5B9F" w:rsidRDefault="0062514F" w:rsidP="00D672E0">
      <w:pPr>
        <w:jc w:val="both"/>
      </w:pPr>
      <w:r w:rsidRPr="006E5B9F">
        <w:t>Рекомендации образовательной организации на следующий межаттестационный период (по результатам предыду</w:t>
      </w:r>
      <w:r>
        <w:t>щ</w:t>
      </w:r>
      <w:r w:rsidRPr="006E5B9F">
        <w:t xml:space="preserve">его): </w:t>
      </w:r>
    </w:p>
    <w:p w:rsidR="0062514F" w:rsidRPr="006E5B9F" w:rsidRDefault="0062514F" w:rsidP="00D672E0">
      <w:pPr>
        <w:jc w:val="both"/>
      </w:pPr>
      <w:r w:rsidRPr="006E5B9F">
        <w:t>________________________________________________________________________________</w:t>
      </w:r>
      <w:r>
        <w:t>_______</w:t>
      </w:r>
      <w:r w:rsidRPr="006E5B9F">
        <w:t>_</w:t>
      </w:r>
    </w:p>
    <w:p w:rsidR="0062514F" w:rsidRPr="006E5B9F" w:rsidRDefault="0062514F" w:rsidP="00D672E0">
      <w:pPr>
        <w:jc w:val="both"/>
      </w:pPr>
      <w:r w:rsidRPr="006E5B9F">
        <w:t>_________________________________________________________________________________</w:t>
      </w:r>
      <w:r>
        <w:t>_______</w:t>
      </w:r>
    </w:p>
    <w:p w:rsidR="0062514F" w:rsidRPr="006E5B9F" w:rsidRDefault="0062514F" w:rsidP="00D672E0">
      <w:pPr>
        <w:jc w:val="both"/>
      </w:pPr>
      <w:r w:rsidRPr="006E5B9F">
        <w:t>_________________________________________________________________________________</w:t>
      </w:r>
      <w:r>
        <w:t>_______</w:t>
      </w:r>
    </w:p>
    <w:p w:rsidR="0062514F" w:rsidRPr="006E5B9F" w:rsidRDefault="0062514F" w:rsidP="00D672E0">
      <w:pPr>
        <w:jc w:val="both"/>
      </w:pPr>
      <w:r w:rsidRPr="006E5B9F">
        <w:t>_________________________________________________________________________________</w:t>
      </w:r>
      <w:r>
        <w:t>_______</w:t>
      </w:r>
    </w:p>
    <w:p w:rsidR="0062514F" w:rsidRPr="006E5B9F" w:rsidRDefault="0062514F" w:rsidP="00D672E0">
      <w:pPr>
        <w:jc w:val="both"/>
      </w:pPr>
      <w:r w:rsidRPr="006E5B9F">
        <w:t>_________________________________________________________________________________</w:t>
      </w:r>
      <w:r>
        <w:t>_______</w:t>
      </w:r>
    </w:p>
    <w:p w:rsidR="0062514F" w:rsidRDefault="0062514F" w:rsidP="00D672E0"/>
    <w:p w:rsidR="0062514F" w:rsidRPr="006E5B9F" w:rsidRDefault="0062514F" w:rsidP="00D672E0">
      <w:r w:rsidRPr="006E5B9F">
        <w:t>Руководитель ОО: ___________________________________________</w:t>
      </w:r>
    </w:p>
    <w:p w:rsidR="0062514F" w:rsidRPr="006E5B9F" w:rsidRDefault="0062514F" w:rsidP="00D672E0">
      <w:pPr>
        <w:rPr>
          <w:sz w:val="16"/>
          <w:szCs w:val="16"/>
        </w:rPr>
      </w:pPr>
      <w:r w:rsidRPr="006E5B9F">
        <w:rPr>
          <w:sz w:val="16"/>
          <w:szCs w:val="16"/>
        </w:rPr>
        <w:t xml:space="preserve">                                                                                        (подпись, Ф.И.О.)</w:t>
      </w:r>
    </w:p>
    <w:p w:rsidR="0062514F" w:rsidRPr="006E5B9F" w:rsidRDefault="0062514F" w:rsidP="00D672E0">
      <w:pPr>
        <w:jc w:val="both"/>
      </w:pPr>
      <w:r w:rsidRPr="006E5B9F">
        <w:t>Дата «_____» ____________________20 ___г.</w:t>
      </w:r>
    </w:p>
    <w:p w:rsidR="0062514F" w:rsidRDefault="0062514F" w:rsidP="00D672E0"/>
    <w:p w:rsidR="0062514F" w:rsidRDefault="0062514F" w:rsidP="00D672E0">
      <w:r>
        <w:t xml:space="preserve">С рекомендациями ознакомлен (а): ___________________________________________________ </w:t>
      </w:r>
    </w:p>
    <w:p w:rsidR="0062514F" w:rsidRPr="00CC3921" w:rsidRDefault="0062514F" w:rsidP="00D672E0">
      <w:pPr>
        <w:jc w:val="both"/>
        <w:rPr>
          <w:sz w:val="18"/>
          <w:szCs w:val="18"/>
        </w:rPr>
      </w:pPr>
      <w:r>
        <w:t xml:space="preserve">                                                                             </w:t>
      </w:r>
      <w:r>
        <w:rPr>
          <w:sz w:val="18"/>
          <w:szCs w:val="18"/>
        </w:rPr>
        <w:t>по</w:t>
      </w:r>
      <w:r w:rsidRPr="00644B6B">
        <w:rPr>
          <w:sz w:val="18"/>
          <w:szCs w:val="18"/>
        </w:rPr>
        <w:t>дпись</w:t>
      </w:r>
      <w:r>
        <w:rPr>
          <w:sz w:val="18"/>
          <w:szCs w:val="18"/>
        </w:rPr>
        <w:t xml:space="preserve"> </w:t>
      </w:r>
      <w:r w:rsidRPr="00644B6B">
        <w:rPr>
          <w:sz w:val="18"/>
          <w:szCs w:val="18"/>
        </w:rPr>
        <w:t xml:space="preserve"> аттестующегося</w:t>
      </w:r>
      <w:r>
        <w:rPr>
          <w:sz w:val="18"/>
          <w:szCs w:val="18"/>
        </w:rPr>
        <w:t xml:space="preserve"> (расшифровка)</w:t>
      </w:r>
      <w:r w:rsidRPr="00644B6B">
        <w:rPr>
          <w:sz w:val="18"/>
          <w:szCs w:val="18"/>
        </w:rPr>
        <w:t xml:space="preserve">    </w:t>
      </w:r>
    </w:p>
    <w:p w:rsidR="0062514F" w:rsidRDefault="0062514F" w:rsidP="00D672E0">
      <w:pPr>
        <w:jc w:val="both"/>
        <w:rPr>
          <w:sz w:val="28"/>
          <w:szCs w:val="28"/>
        </w:rPr>
      </w:pPr>
      <w:r>
        <w:t>«____»_______________20___ года</w:t>
      </w:r>
    </w:p>
    <w:p w:rsidR="0062514F" w:rsidRDefault="0062514F" w:rsidP="00D672E0">
      <w:pPr>
        <w:pStyle w:val="NoSpacing"/>
        <w:rPr>
          <w:sz w:val="20"/>
          <w:szCs w:val="20"/>
        </w:rPr>
      </w:pPr>
    </w:p>
    <w:p w:rsidR="0062514F" w:rsidRDefault="0062514F" w:rsidP="00D672E0">
      <w:pPr>
        <w:pStyle w:val="NoSpacing"/>
        <w:rPr>
          <w:sz w:val="20"/>
          <w:szCs w:val="20"/>
        </w:rPr>
      </w:pPr>
    </w:p>
    <w:p w:rsidR="0062514F" w:rsidRPr="0068532A" w:rsidRDefault="0062514F" w:rsidP="00D672E0">
      <w:pPr>
        <w:pStyle w:val="NoSpacing"/>
        <w:rPr>
          <w:sz w:val="20"/>
          <w:szCs w:val="20"/>
        </w:rPr>
      </w:pPr>
      <w:r w:rsidRPr="0068532A">
        <w:rPr>
          <w:sz w:val="20"/>
          <w:szCs w:val="20"/>
        </w:rPr>
        <w:t>__________________________________________________________________________________________</w:t>
      </w:r>
    </w:p>
    <w:p w:rsidR="0062514F" w:rsidRPr="00384CE6" w:rsidRDefault="0062514F" w:rsidP="00D672E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Полученные результаты ранжируются в рамках рейтинговой системы:</w:t>
      </w:r>
    </w:p>
    <w:p w:rsidR="0062514F" w:rsidRPr="00384CE6" w:rsidRDefault="0062514F" w:rsidP="00D672E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 xml:space="preserve">30 - 39 баллов - уровень квалификации соответствует требованиям, предъявляемым к первой квалификационной категории; </w:t>
      </w:r>
    </w:p>
    <w:p w:rsidR="0062514F" w:rsidRPr="00516F42" w:rsidRDefault="0062514F" w:rsidP="00D672E0">
      <w:pPr>
        <w:pStyle w:val="NoSpacing"/>
        <w:rPr>
          <w:sz w:val="18"/>
          <w:szCs w:val="18"/>
        </w:rPr>
      </w:pPr>
      <w:r w:rsidRPr="00384CE6">
        <w:rPr>
          <w:sz w:val="18"/>
          <w:szCs w:val="18"/>
        </w:rPr>
        <w:t>40 - 50 баллов - уровень квалификации соответствует требованиям, предъявляемым к высшей квалификационной категории.</w:t>
      </w:r>
    </w:p>
    <w:p w:rsidR="0062514F" w:rsidRDefault="0062514F" w:rsidP="00D672E0">
      <w:pPr>
        <w:ind w:left="-142"/>
        <w:jc w:val="both"/>
      </w:pPr>
    </w:p>
    <w:p w:rsidR="0062514F" w:rsidRPr="00237290" w:rsidRDefault="0062514F" w:rsidP="00D672E0">
      <w:pPr>
        <w:ind w:left="-142"/>
        <w:jc w:val="both"/>
      </w:pPr>
    </w:p>
    <w:sectPr w:rsidR="0062514F" w:rsidRPr="00237290" w:rsidSect="009C6E56">
      <w:pgSz w:w="11906" w:h="16838"/>
      <w:pgMar w:top="567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CA0"/>
    <w:rsid w:val="00024A58"/>
    <w:rsid w:val="00044D88"/>
    <w:rsid w:val="00047EF8"/>
    <w:rsid w:val="0007046F"/>
    <w:rsid w:val="000A0FC0"/>
    <w:rsid w:val="000A5485"/>
    <w:rsid w:val="000E1BB7"/>
    <w:rsid w:val="0013623A"/>
    <w:rsid w:val="00166E3F"/>
    <w:rsid w:val="001B38DF"/>
    <w:rsid w:val="001E3097"/>
    <w:rsid w:val="002358CE"/>
    <w:rsid w:val="00237290"/>
    <w:rsid w:val="00242520"/>
    <w:rsid w:val="002F3262"/>
    <w:rsid w:val="0033370D"/>
    <w:rsid w:val="00335D7A"/>
    <w:rsid w:val="00384CE6"/>
    <w:rsid w:val="003E5C03"/>
    <w:rsid w:val="003F7D65"/>
    <w:rsid w:val="004013C2"/>
    <w:rsid w:val="00416888"/>
    <w:rsid w:val="004979BE"/>
    <w:rsid w:val="004A277B"/>
    <w:rsid w:val="004B060C"/>
    <w:rsid w:val="005066DB"/>
    <w:rsid w:val="00506B5D"/>
    <w:rsid w:val="00516F42"/>
    <w:rsid w:val="00545774"/>
    <w:rsid w:val="005E39C2"/>
    <w:rsid w:val="005F286D"/>
    <w:rsid w:val="0062514F"/>
    <w:rsid w:val="00644B6B"/>
    <w:rsid w:val="0068532A"/>
    <w:rsid w:val="006E5681"/>
    <w:rsid w:val="006E5B9F"/>
    <w:rsid w:val="00740AAC"/>
    <w:rsid w:val="007966EB"/>
    <w:rsid w:val="007B12E9"/>
    <w:rsid w:val="00842032"/>
    <w:rsid w:val="00854C8D"/>
    <w:rsid w:val="008F54BF"/>
    <w:rsid w:val="009001B7"/>
    <w:rsid w:val="0095622C"/>
    <w:rsid w:val="00966592"/>
    <w:rsid w:val="009A0D2E"/>
    <w:rsid w:val="009B37F0"/>
    <w:rsid w:val="009C6E56"/>
    <w:rsid w:val="009D1811"/>
    <w:rsid w:val="00AA529E"/>
    <w:rsid w:val="00AC455E"/>
    <w:rsid w:val="00B73B3F"/>
    <w:rsid w:val="00BB204D"/>
    <w:rsid w:val="00BD05DE"/>
    <w:rsid w:val="00BD3256"/>
    <w:rsid w:val="00C4050E"/>
    <w:rsid w:val="00C51817"/>
    <w:rsid w:val="00C641C1"/>
    <w:rsid w:val="00CA725A"/>
    <w:rsid w:val="00CC3921"/>
    <w:rsid w:val="00CD45EB"/>
    <w:rsid w:val="00CD5E6A"/>
    <w:rsid w:val="00CE4F6A"/>
    <w:rsid w:val="00CE5A15"/>
    <w:rsid w:val="00CE71B7"/>
    <w:rsid w:val="00CE7C06"/>
    <w:rsid w:val="00D255DB"/>
    <w:rsid w:val="00D27036"/>
    <w:rsid w:val="00D672E0"/>
    <w:rsid w:val="00D87D10"/>
    <w:rsid w:val="00DA0083"/>
    <w:rsid w:val="00E025F7"/>
    <w:rsid w:val="00E134E7"/>
    <w:rsid w:val="00E41454"/>
    <w:rsid w:val="00E901C1"/>
    <w:rsid w:val="00EA0CA0"/>
    <w:rsid w:val="00EA4CF8"/>
    <w:rsid w:val="00EA5DFB"/>
    <w:rsid w:val="00F75566"/>
    <w:rsid w:val="00F87765"/>
    <w:rsid w:val="00FA7A3B"/>
    <w:rsid w:val="00FB4C20"/>
    <w:rsid w:val="00FC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672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280</TotalTime>
  <Pages>3</Pages>
  <Words>990</Words>
  <Characters>5644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amc418</dc:creator>
  <cp:keywords/>
  <dc:description/>
  <cp:lastModifiedBy>Пользователь</cp:lastModifiedBy>
  <cp:revision>31</cp:revision>
  <cp:lastPrinted>2016-02-16T11:21:00Z</cp:lastPrinted>
  <dcterms:created xsi:type="dcterms:W3CDTF">2016-02-11T12:35:00Z</dcterms:created>
  <dcterms:modified xsi:type="dcterms:W3CDTF">2017-01-24T07:38:00Z</dcterms:modified>
</cp:coreProperties>
</file>